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57" w:type="dxa"/>
          <w:right w:w="57" w:type="dxa"/>
        </w:tblCellMar>
        <w:tblLook w:val="04A0"/>
      </w:tblPr>
      <w:tblGrid>
        <w:gridCol w:w="1127"/>
        <w:gridCol w:w="9083"/>
        <w:gridCol w:w="1464"/>
        <w:gridCol w:w="1469"/>
        <w:gridCol w:w="1541"/>
      </w:tblGrid>
      <w:tr w:rsidR="00EF4DA4" w:rsidTr="00EF4DA4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DA4" w:rsidRDefault="00EF4DA4" w:rsidP="00460FDE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DA4" w:rsidRDefault="00EF4DA4" w:rsidP="00460FDE"/>
        </w:tc>
        <w:tc>
          <w:tcPr>
            <w:tcW w:w="146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F4DA4" w:rsidRDefault="00EF4DA4" w:rsidP="00460FDE"/>
        </w:tc>
        <w:tc>
          <w:tcPr>
            <w:tcW w:w="3010" w:type="dxa"/>
            <w:gridSpan w:val="2"/>
            <w:shd w:val="clear" w:color="auto" w:fill="auto"/>
            <w:noWrap/>
            <w:vAlign w:val="bottom"/>
            <w:hideMark/>
          </w:tcPr>
          <w:p w:rsidR="00EF4DA4" w:rsidRPr="00EF4DA4" w:rsidRDefault="00EF4DA4" w:rsidP="00460FDE">
            <w:pPr>
              <w:rPr>
                <w:szCs w:val="22"/>
              </w:rPr>
            </w:pPr>
            <w:r w:rsidRPr="00EF4DA4">
              <w:rPr>
                <w:szCs w:val="22"/>
              </w:rPr>
              <w:t>Приложение 9</w:t>
            </w:r>
          </w:p>
        </w:tc>
      </w:tr>
      <w:tr w:rsidR="00FC7EF7" w:rsidTr="00EF4DA4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/>
        </w:tc>
        <w:tc>
          <w:tcPr>
            <w:tcW w:w="146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/>
        </w:tc>
        <w:tc>
          <w:tcPr>
            <w:tcW w:w="3010" w:type="dxa"/>
            <w:gridSpan w:val="2"/>
            <w:shd w:val="clear" w:color="auto" w:fill="auto"/>
            <w:vAlign w:val="bottom"/>
            <w:hideMark/>
          </w:tcPr>
          <w:p w:rsidR="00FC7EF7" w:rsidRPr="00EF4DA4" w:rsidRDefault="00FC7EF7" w:rsidP="00460FDE">
            <w:pPr>
              <w:rPr>
                <w:szCs w:val="22"/>
              </w:rPr>
            </w:pPr>
            <w:r w:rsidRPr="00EF4DA4">
              <w:rPr>
                <w:szCs w:val="22"/>
              </w:rPr>
              <w:t>к решению Саратовской</w:t>
            </w:r>
            <w:r w:rsidRPr="00EF4DA4">
              <w:rPr>
                <w:szCs w:val="22"/>
              </w:rPr>
              <w:br/>
              <w:t>городской Думы</w:t>
            </w:r>
          </w:p>
        </w:tc>
      </w:tr>
      <w:tr w:rsidR="00EF4DA4" w:rsidTr="00EF4DA4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DA4" w:rsidRDefault="00EF4DA4" w:rsidP="00460FDE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DA4" w:rsidRDefault="00EF4DA4" w:rsidP="00460FDE"/>
        </w:tc>
        <w:tc>
          <w:tcPr>
            <w:tcW w:w="146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F4DA4" w:rsidRDefault="00EF4DA4" w:rsidP="00460FDE"/>
        </w:tc>
        <w:tc>
          <w:tcPr>
            <w:tcW w:w="3010" w:type="dxa"/>
            <w:gridSpan w:val="2"/>
            <w:shd w:val="clear" w:color="auto" w:fill="auto"/>
            <w:noWrap/>
            <w:vAlign w:val="bottom"/>
            <w:hideMark/>
          </w:tcPr>
          <w:p w:rsidR="00EF4DA4" w:rsidRPr="00EF4DA4" w:rsidRDefault="00EF4DA4" w:rsidP="00460FDE">
            <w:pPr>
              <w:rPr>
                <w:rFonts w:ascii="Arial" w:hAnsi="Arial" w:cs="Arial"/>
                <w:szCs w:val="20"/>
              </w:rPr>
            </w:pPr>
            <w:r w:rsidRPr="00EF4DA4">
              <w:rPr>
                <w:szCs w:val="22"/>
              </w:rPr>
              <w:t>от 30.09.2022 № 23-253</w:t>
            </w:r>
          </w:p>
        </w:tc>
      </w:tr>
      <w:tr w:rsidR="00FC7EF7" w:rsidTr="00EF4DA4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>
            <w:r>
              <w:t xml:space="preserve">  </w:t>
            </w:r>
          </w:p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/>
        </w:tc>
        <w:tc>
          <w:tcPr>
            <w:tcW w:w="146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/>
        </w:tc>
        <w:tc>
          <w:tcPr>
            <w:tcW w:w="154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/>
        </w:tc>
      </w:tr>
      <w:tr w:rsidR="00FC7EF7" w:rsidTr="00FC7EF7">
        <w:trPr>
          <w:cantSplit/>
        </w:trPr>
        <w:tc>
          <w:tcPr>
            <w:tcW w:w="146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center"/>
            </w:pPr>
            <w:r>
              <w:t>Программа муниципальных внутренних заимствований на 2022 год и на плановый период 2023 и 2024 годов</w:t>
            </w:r>
          </w:p>
        </w:tc>
      </w:tr>
      <w:tr w:rsidR="00FC7EF7" w:rsidTr="00FC7EF7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EF7" w:rsidRDefault="00FC7EF7" w:rsidP="00460FDE">
            <w:pPr>
              <w:jc w:val="center"/>
            </w:pPr>
          </w:p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/>
        </w:tc>
      </w:tr>
      <w:tr w:rsidR="00FC7EF7" w:rsidTr="00FC7EF7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/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>
            <w:pPr>
              <w:jc w:val="right"/>
            </w:pPr>
            <w:r>
              <w:t>тыс. руб.</w:t>
            </w:r>
          </w:p>
        </w:tc>
      </w:tr>
      <w:tr w:rsidR="00FC7EF7" w:rsidTr="00FC7EF7">
        <w:trPr>
          <w:cantSplit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center"/>
            </w:pPr>
            <w:r>
              <w:t>№ п/п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EF7" w:rsidRDefault="00FC7EF7" w:rsidP="00460FDE">
            <w:pPr>
              <w:jc w:val="center"/>
            </w:pPr>
            <w:r>
              <w:t>Виды долговых обязательств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center"/>
            </w:pPr>
            <w:r>
              <w:t>2022 год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center"/>
            </w:pPr>
            <w:r>
              <w:t>2023 год</w:t>
            </w:r>
          </w:p>
        </w:tc>
        <w:tc>
          <w:tcPr>
            <w:tcW w:w="15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center"/>
            </w:pPr>
            <w:r>
              <w:t>2024 год</w:t>
            </w:r>
          </w:p>
        </w:tc>
      </w:tr>
    </w:tbl>
    <w:p w:rsidR="00FC7EF7" w:rsidRPr="00FC7EF7" w:rsidRDefault="00FC7EF7">
      <w:pPr>
        <w:rPr>
          <w:sz w:val="2"/>
        </w:rPr>
      </w:pPr>
    </w:p>
    <w:tbl>
      <w:tblPr>
        <w:tblW w:w="0" w:type="auto"/>
        <w:tblLayout w:type="fixed"/>
        <w:tblCellMar>
          <w:left w:w="57" w:type="dxa"/>
          <w:right w:w="57" w:type="dxa"/>
        </w:tblCellMar>
        <w:tblLook w:val="04A0"/>
      </w:tblPr>
      <w:tblGrid>
        <w:gridCol w:w="1127"/>
        <w:gridCol w:w="9083"/>
        <w:gridCol w:w="1464"/>
        <w:gridCol w:w="1469"/>
        <w:gridCol w:w="1541"/>
      </w:tblGrid>
      <w:tr w:rsidR="00FC7EF7" w:rsidTr="00FC7EF7">
        <w:trPr>
          <w:cantSplit/>
          <w:tblHeader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center"/>
            </w:pPr>
            <w:r>
              <w:t>1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EF7" w:rsidRDefault="00FC7EF7" w:rsidP="00460FDE">
            <w:pPr>
              <w:jc w:val="center"/>
            </w:pPr>
            <w:r>
              <w:t>2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center"/>
            </w:pPr>
            <w:r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center"/>
            </w:pPr>
            <w: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center"/>
            </w:pPr>
            <w:r>
              <w:t>5</w:t>
            </w:r>
          </w:p>
        </w:tc>
      </w:tr>
      <w:tr w:rsidR="00FC7EF7" w:rsidTr="00FC7EF7">
        <w:trPr>
          <w:cantSplit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EF7" w:rsidRDefault="00FC7EF7" w:rsidP="00460FDE">
            <w:pPr>
              <w:jc w:val="center"/>
            </w:pPr>
            <w:r>
              <w:t>1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r>
              <w:t>Кредиты кредитных организаций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rPr>
                <w:color w:val="FF0000"/>
              </w:rPr>
              <w:t>-833 783,4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 xml:space="preserve"> </w:t>
            </w:r>
          </w:p>
        </w:tc>
      </w:tr>
      <w:tr w:rsidR="00FC7EF7" w:rsidTr="00FC7EF7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r>
              <w:t>Объем привлечения средств, в том числе: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1 821 216,6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2 053 443,0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2 050 000,0</w:t>
            </w:r>
          </w:p>
        </w:tc>
      </w:tr>
      <w:tr w:rsidR="00FC7EF7" w:rsidTr="00FC7EF7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r>
              <w:t>с предельными сроками погашения долговых обязательств до 31 декабря 2025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1 821 216,6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 xml:space="preserve"> </w:t>
            </w:r>
          </w:p>
        </w:tc>
      </w:tr>
      <w:tr w:rsidR="00FC7EF7" w:rsidTr="00FC7EF7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r>
              <w:t>с предельными сроками погашения долговых обязательств до 31 декабря 2026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 xml:space="preserve">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2 053 443,0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 xml:space="preserve"> </w:t>
            </w:r>
          </w:p>
        </w:tc>
      </w:tr>
      <w:tr w:rsidR="00FC7EF7" w:rsidTr="00FC7EF7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r>
              <w:t>с предельными сроками погашения долговых обязательств до 31 декабря 2027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 xml:space="preserve">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2 050 000,0</w:t>
            </w:r>
          </w:p>
        </w:tc>
      </w:tr>
      <w:tr w:rsidR="00FC7EF7" w:rsidTr="00FC7EF7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r>
              <w:t>Объем погашения долговых обязательств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2 655 000,0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2 053 443,0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2 050 000,0</w:t>
            </w:r>
          </w:p>
        </w:tc>
      </w:tr>
      <w:tr w:rsidR="00FC7EF7" w:rsidTr="00FC7EF7">
        <w:trPr>
          <w:cantSplit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EF7" w:rsidRDefault="00FC7EF7" w:rsidP="00460FDE">
            <w:pPr>
              <w:jc w:val="center"/>
            </w:pPr>
            <w:r>
              <w:t>2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r>
              <w:t>Бюджетные кредиты, привлеченные из других бюджетов бюджетной системы Российской Федерации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1 851 200,0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 xml:space="preserve"> </w:t>
            </w:r>
          </w:p>
        </w:tc>
      </w:tr>
      <w:tr w:rsidR="00FC7EF7" w:rsidTr="00FC7EF7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r>
              <w:t>Объем привлечения средств, в том числе: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2 621 200,0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600 000,0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600 000,0</w:t>
            </w:r>
          </w:p>
        </w:tc>
      </w:tr>
      <w:tr w:rsidR="00FC7EF7" w:rsidTr="00FC7EF7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r>
              <w:t>с предельными сроками погашения долговых обязательств до 15 декабря 2022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770 000,0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 xml:space="preserve"> </w:t>
            </w:r>
          </w:p>
        </w:tc>
      </w:tr>
      <w:tr w:rsidR="00FC7EF7" w:rsidTr="00FC7EF7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FC7EF7">
            <w:r>
              <w:t>с предельными сроками погашения долговых обязательств до 1</w:t>
            </w:r>
            <w:r w:rsidRPr="00FC7EF7">
              <w:t>4</w:t>
            </w:r>
            <w:r>
              <w:t xml:space="preserve"> мая 2027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300 000,0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 xml:space="preserve"> </w:t>
            </w:r>
          </w:p>
        </w:tc>
      </w:tr>
      <w:tr w:rsidR="00FC7EF7" w:rsidTr="00FC7EF7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FC7EF7">
            <w:r>
              <w:t>с предельными сроками погашения долговых обязательств до 28 июня 2027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1 551 200,0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 xml:space="preserve"> </w:t>
            </w:r>
          </w:p>
        </w:tc>
      </w:tr>
      <w:tr w:rsidR="00FC7EF7" w:rsidTr="00FC7EF7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r>
              <w:t>с предельными сроками погашения долговых обязательств до 15 декабря 2023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 xml:space="preserve">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600 000,0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 xml:space="preserve"> </w:t>
            </w:r>
          </w:p>
        </w:tc>
      </w:tr>
      <w:tr w:rsidR="00FC7EF7" w:rsidTr="00FC7EF7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r>
              <w:t>с предельными сроками погашения долговых обязательств до 15 декабря 2024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 xml:space="preserve">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600 000,0</w:t>
            </w:r>
          </w:p>
        </w:tc>
      </w:tr>
      <w:tr w:rsidR="00FC7EF7" w:rsidTr="00FC7EF7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r>
              <w:t>Объем погашения долговых обязательств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770 000,0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600 000,0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600 000,0</w:t>
            </w:r>
          </w:p>
        </w:tc>
      </w:tr>
      <w:tr w:rsidR="00FC7EF7" w:rsidTr="00FC7EF7">
        <w:trPr>
          <w:cantSplit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>
            <w:pPr>
              <w:jc w:val="center"/>
            </w:pPr>
            <w:r>
              <w:t xml:space="preserve"> 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>
            <w:r>
              <w:t>Всего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EF7" w:rsidRDefault="00FC7EF7" w:rsidP="00460FDE">
            <w:pPr>
              <w:jc w:val="right"/>
            </w:pPr>
            <w:r>
              <w:t>1 017 416,6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>
            <w:pPr>
              <w:jc w:val="right"/>
            </w:pPr>
            <w:r>
              <w:t>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>
            <w:pPr>
              <w:jc w:val="right"/>
            </w:pPr>
            <w:r>
              <w:t>0,0</w:t>
            </w:r>
          </w:p>
        </w:tc>
      </w:tr>
      <w:tr w:rsidR="00FC7EF7" w:rsidTr="00FC7EF7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>
            <w:r>
              <w:t>Объем привлечения средств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4 442 416,6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2 653 443,0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2 650 000,0</w:t>
            </w:r>
          </w:p>
        </w:tc>
      </w:tr>
      <w:tr w:rsidR="00FC7EF7" w:rsidTr="00FC7EF7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>
            <w:r>
              <w:t>Объем погашения долговых обязательств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3 425 000,0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2 653 443,0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EF7" w:rsidRDefault="00FC7EF7" w:rsidP="00460FDE">
            <w:pPr>
              <w:jc w:val="right"/>
            </w:pPr>
            <w:r>
              <w:t>2 650 000,0</w:t>
            </w:r>
          </w:p>
        </w:tc>
      </w:tr>
      <w:tr w:rsidR="00FC7EF7" w:rsidTr="00FC7EF7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E84" w:rsidRDefault="00F26E84" w:rsidP="00460FDE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EF7" w:rsidRDefault="00FC7EF7" w:rsidP="00460FDE"/>
        </w:tc>
      </w:tr>
    </w:tbl>
    <w:p w:rsidR="00E2598B" w:rsidRPr="00FC7EF7" w:rsidRDefault="00E2598B" w:rsidP="00EF4DA4"/>
    <w:sectPr w:rsidR="00E2598B" w:rsidRPr="00FC7EF7" w:rsidSect="00EF4DA4">
      <w:headerReference w:type="even" r:id="rId7"/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5BB" w:rsidRDefault="00C935BB" w:rsidP="00FC7EF7">
      <w:r>
        <w:separator/>
      </w:r>
    </w:p>
  </w:endnote>
  <w:endnote w:type="continuationSeparator" w:id="1">
    <w:p w:rsidR="00C935BB" w:rsidRDefault="00C935BB" w:rsidP="00FC7E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5BB" w:rsidRDefault="00C935BB" w:rsidP="00FC7EF7">
      <w:r>
        <w:separator/>
      </w:r>
    </w:p>
  </w:footnote>
  <w:footnote w:type="continuationSeparator" w:id="1">
    <w:p w:rsidR="00C935BB" w:rsidRDefault="00C935BB" w:rsidP="00FC7E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EF7" w:rsidRDefault="00237C40" w:rsidP="00F625B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C7EF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C7EF7" w:rsidRDefault="00FC7EF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EF7" w:rsidRDefault="00237C40" w:rsidP="00F625B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C7EF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4DA4">
      <w:rPr>
        <w:rStyle w:val="a7"/>
        <w:noProof/>
      </w:rPr>
      <w:t>2</w:t>
    </w:r>
    <w:r>
      <w:rPr>
        <w:rStyle w:val="a7"/>
      </w:rPr>
      <w:fldChar w:fldCharType="end"/>
    </w:r>
  </w:p>
  <w:p w:rsidR="00FC7EF7" w:rsidRDefault="00FC7EF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7EF7"/>
    <w:rsid w:val="000E2A85"/>
    <w:rsid w:val="00237C40"/>
    <w:rsid w:val="002C3F39"/>
    <w:rsid w:val="002E4D9B"/>
    <w:rsid w:val="00452693"/>
    <w:rsid w:val="005F6555"/>
    <w:rsid w:val="00611133"/>
    <w:rsid w:val="006808C6"/>
    <w:rsid w:val="0077201C"/>
    <w:rsid w:val="0088493B"/>
    <w:rsid w:val="00A24CAF"/>
    <w:rsid w:val="00B912FD"/>
    <w:rsid w:val="00BF684E"/>
    <w:rsid w:val="00C70259"/>
    <w:rsid w:val="00C935BB"/>
    <w:rsid w:val="00D11CA0"/>
    <w:rsid w:val="00D13DBE"/>
    <w:rsid w:val="00D829C6"/>
    <w:rsid w:val="00DB7753"/>
    <w:rsid w:val="00DD787D"/>
    <w:rsid w:val="00E2598B"/>
    <w:rsid w:val="00E64E92"/>
    <w:rsid w:val="00EF4DA4"/>
    <w:rsid w:val="00F26E84"/>
    <w:rsid w:val="00F33576"/>
    <w:rsid w:val="00F6400A"/>
    <w:rsid w:val="00F8128D"/>
    <w:rsid w:val="00FC7EF7"/>
    <w:rsid w:val="00FE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C7E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C7EF7"/>
  </w:style>
  <w:style w:type="paragraph" w:styleId="a5">
    <w:name w:val="footer"/>
    <w:basedOn w:val="a"/>
    <w:link w:val="a6"/>
    <w:uiPriority w:val="99"/>
    <w:semiHidden/>
    <w:unhideWhenUsed/>
    <w:rsid w:val="00FC7E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C7EF7"/>
  </w:style>
  <w:style w:type="character" w:styleId="a7">
    <w:name w:val="page number"/>
    <w:basedOn w:val="a0"/>
    <w:uiPriority w:val="99"/>
    <w:semiHidden/>
    <w:unhideWhenUsed/>
    <w:rsid w:val="00FC7E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CHOV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18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SychovaTG</dc:creator>
  <cp:lastModifiedBy>AcstVS</cp:lastModifiedBy>
  <cp:revision>14</cp:revision>
  <cp:lastPrinted>2022-09-21T07:55:00Z</cp:lastPrinted>
  <dcterms:created xsi:type="dcterms:W3CDTF">2022-09-20T08:03:00Z</dcterms:created>
  <dcterms:modified xsi:type="dcterms:W3CDTF">2022-09-30T13:26:00Z</dcterms:modified>
</cp:coreProperties>
</file>